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9A" w:rsidRDefault="00571C62">
      <w:pPr>
        <w:ind w:left="5400"/>
        <w:jc w:val="both"/>
      </w:pPr>
      <w:r>
        <w:t>L’Aquila __________________</w:t>
      </w:r>
    </w:p>
    <w:p w:rsidR="00FA6F9A" w:rsidRDefault="00FA6F9A">
      <w:pPr>
        <w:ind w:left="5400"/>
        <w:jc w:val="both"/>
      </w:pPr>
    </w:p>
    <w:p w:rsidR="00FA6F9A" w:rsidRDefault="00AF1802">
      <w:pPr>
        <w:ind w:left="5400"/>
        <w:jc w:val="both"/>
      </w:pPr>
      <w:r>
        <w:t>Alla Commissione Elettorale</w:t>
      </w:r>
    </w:p>
    <w:p w:rsidR="00FA6F9A" w:rsidRDefault="00571C62">
      <w:pPr>
        <w:ind w:left="5400"/>
        <w:jc w:val="both"/>
      </w:pPr>
      <w:r>
        <w:t>All’Ufficio Elettorale</w:t>
      </w:r>
    </w:p>
    <w:p w:rsidR="00FA6F9A" w:rsidRDefault="00571C62">
      <w:pPr>
        <w:ind w:left="5400"/>
        <w:jc w:val="both"/>
      </w:pPr>
      <w:r>
        <w:t xml:space="preserve">S E D E </w:t>
      </w:r>
    </w:p>
    <w:p w:rsidR="00FA6F9A" w:rsidRDefault="00FA6F9A">
      <w:pPr>
        <w:ind w:left="5400"/>
        <w:jc w:val="both"/>
      </w:pPr>
    </w:p>
    <w:p w:rsidR="00AF1802" w:rsidRDefault="00AF1802" w:rsidP="00AF1802">
      <w:pPr>
        <w:pStyle w:val="Titolo1"/>
        <w:rPr>
          <w:b w:val="0"/>
          <w:bCs w:val="0"/>
        </w:rPr>
      </w:pPr>
      <w:r>
        <w:t xml:space="preserve">Oggetto: Elezioni delle Rappresentanze Studentesche del </w:t>
      </w:r>
      <w:r>
        <w:t>22 e 23</w:t>
      </w:r>
      <w:r>
        <w:t xml:space="preserve"> </w:t>
      </w:r>
      <w:r>
        <w:t>Maggio</w:t>
      </w:r>
      <w:r>
        <w:t xml:space="preserve"> 201</w:t>
      </w:r>
      <w:r>
        <w:t>8</w:t>
      </w:r>
      <w:r>
        <w:t xml:space="preserve"> : Responsabile</w:t>
      </w:r>
      <w:r>
        <w:br/>
      </w:r>
      <w:r>
        <w:rPr>
          <w:b w:val="0"/>
          <w:bCs w:val="0"/>
        </w:rPr>
        <w:t xml:space="preserve">                </w:t>
      </w:r>
      <w:r w:rsidRPr="00AF1802">
        <w:rPr>
          <w:bCs w:val="0"/>
        </w:rPr>
        <w:t>di Lista e Supplenti per comunicazioni</w:t>
      </w:r>
      <w:r>
        <w:rPr>
          <w:b w:val="0"/>
          <w:bCs w:val="0"/>
        </w:rPr>
        <w:t xml:space="preserve"> </w:t>
      </w:r>
    </w:p>
    <w:p w:rsidR="00AF1802" w:rsidRDefault="00AF1802" w:rsidP="00AF1802">
      <w:pPr>
        <w:ind w:firstLine="708"/>
        <w:jc w:val="both"/>
        <w:rPr>
          <w:bCs/>
        </w:rPr>
      </w:pPr>
    </w:p>
    <w:p w:rsidR="00AF1802" w:rsidRDefault="00AF1802" w:rsidP="00AF1802">
      <w:pPr>
        <w:ind w:firstLine="708"/>
        <w:jc w:val="both"/>
        <w:rPr>
          <w:bCs/>
        </w:rPr>
      </w:pPr>
      <w:r>
        <w:rPr>
          <w:bCs/>
        </w:rPr>
        <w:t>Ai fini delle convocazioni della Commissione Elettorale e delle comunicazion</w:t>
      </w:r>
      <w:r>
        <w:rPr>
          <w:bCs/>
        </w:rPr>
        <w:t>i</w:t>
      </w:r>
      <w:r>
        <w:rPr>
          <w:bCs/>
        </w:rPr>
        <w:t xml:space="preserve"> della Commissione e dell’Ufficio elettorale, si comunica il Responsabile ed i supplenti per la lista</w:t>
      </w:r>
    </w:p>
    <w:p w:rsidR="00AF1802" w:rsidRDefault="00AF1802" w:rsidP="00AF1802">
      <w:pPr>
        <w:jc w:val="both"/>
        <w:rPr>
          <w:bCs/>
        </w:rPr>
      </w:pPr>
    </w:p>
    <w:p w:rsidR="00AF1802" w:rsidRPr="0080344D" w:rsidRDefault="00AF1802" w:rsidP="00AF1802">
      <w:pPr>
        <w:jc w:val="both"/>
        <w:rPr>
          <w:bCs/>
        </w:rPr>
      </w:pPr>
      <w:r>
        <w:rPr>
          <w:bCs/>
        </w:rPr>
        <w:t xml:space="preserve">       </w:t>
      </w:r>
      <w:proofErr w:type="gramStart"/>
      <w:r>
        <w:rPr>
          <w:bCs/>
        </w:rPr>
        <w:t>Denominazione:  _</w:t>
      </w:r>
      <w:proofErr w:type="gramEnd"/>
      <w:r>
        <w:rPr>
          <w:bCs/>
        </w:rPr>
        <w:t>___________________________________________________________</w:t>
      </w:r>
    </w:p>
    <w:p w:rsidR="00AF1802" w:rsidRPr="00AF1802" w:rsidRDefault="00AF1802" w:rsidP="00AF1802">
      <w:pPr>
        <w:jc w:val="both"/>
        <w:rPr>
          <w:b/>
          <w:bCs/>
          <w:sz w:val="16"/>
        </w:rPr>
      </w:pPr>
    </w:p>
    <w:p w:rsidR="00AF1802" w:rsidRDefault="00AF1802" w:rsidP="00AF1802">
      <w:pPr>
        <w:jc w:val="both"/>
        <w:rPr>
          <w:b/>
          <w:bCs/>
        </w:rPr>
      </w:pPr>
      <w:r>
        <w:rPr>
          <w:b/>
          <w:bCs/>
        </w:rPr>
        <w:t xml:space="preserve">Responsabile della lista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2396"/>
        <w:gridCol w:w="1645"/>
        <w:gridCol w:w="3163"/>
      </w:tblGrid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pStyle w:val="Titolo1"/>
            </w:pPr>
            <w:r>
              <w:t>Cognome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Luogo Nascita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Dipartimento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Corso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Matricola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Domicilio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</w:tbl>
    <w:p w:rsidR="00AF1802" w:rsidRPr="00AF1802" w:rsidRDefault="00AF1802" w:rsidP="00AF1802">
      <w:pPr>
        <w:jc w:val="both"/>
        <w:rPr>
          <w:b/>
          <w:bCs/>
          <w:sz w:val="6"/>
        </w:rPr>
      </w:pPr>
    </w:p>
    <w:p w:rsidR="00AF1802" w:rsidRDefault="00AF1802" w:rsidP="00AF1802">
      <w:pPr>
        <w:jc w:val="both"/>
        <w:rPr>
          <w:b/>
          <w:bCs/>
        </w:rPr>
      </w:pPr>
      <w:r>
        <w:rPr>
          <w:b/>
          <w:bCs/>
        </w:rPr>
        <w:t xml:space="preserve">Supplente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2396"/>
        <w:gridCol w:w="1645"/>
        <w:gridCol w:w="3163"/>
      </w:tblGrid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pStyle w:val="Titolo1"/>
            </w:pPr>
            <w:r>
              <w:t>Cognome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Luogo Nascita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Dipartimento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Corso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Matricola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Domicilio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</w:tbl>
    <w:p w:rsidR="00AF1802" w:rsidRPr="00AF1802" w:rsidRDefault="00AF1802" w:rsidP="00AF1802">
      <w:pPr>
        <w:jc w:val="both"/>
        <w:rPr>
          <w:b/>
          <w:bCs/>
          <w:sz w:val="8"/>
        </w:rPr>
      </w:pPr>
    </w:p>
    <w:p w:rsidR="00AF1802" w:rsidRDefault="00AF1802" w:rsidP="00AF1802">
      <w:pPr>
        <w:jc w:val="both"/>
        <w:rPr>
          <w:b/>
          <w:bCs/>
        </w:rPr>
      </w:pPr>
      <w:r>
        <w:rPr>
          <w:b/>
          <w:bCs/>
        </w:rPr>
        <w:t xml:space="preserve">Supplente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2396"/>
        <w:gridCol w:w="1645"/>
        <w:gridCol w:w="3163"/>
      </w:tblGrid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pStyle w:val="Titolo1"/>
            </w:pPr>
            <w:r>
              <w:t>Cognome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Luogo Nascita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Dipartimento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Corso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Matricola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Domicilio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  <w:tr w:rsidR="00AF1802" w:rsidTr="001251F4">
        <w:tblPrEx>
          <w:tblCellMar>
            <w:top w:w="0" w:type="dxa"/>
            <w:bottom w:w="0" w:type="dxa"/>
          </w:tblCellMar>
        </w:tblPrEx>
        <w:tc>
          <w:tcPr>
            <w:tcW w:w="2444" w:type="dxa"/>
            <w:tcBorders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802" w:rsidRDefault="00AF1802" w:rsidP="001251F4">
            <w:pPr>
              <w:jc w:val="both"/>
              <w:rPr>
                <w:b/>
                <w:bCs/>
              </w:rPr>
            </w:pPr>
          </w:p>
        </w:tc>
      </w:tr>
    </w:tbl>
    <w:p w:rsidR="00AF1802" w:rsidRDefault="00AF1802" w:rsidP="00AF1802">
      <w:pPr>
        <w:tabs>
          <w:tab w:val="left" w:pos="1410"/>
        </w:tabs>
      </w:pPr>
    </w:p>
    <w:p w:rsidR="00AF1802" w:rsidRDefault="00AF1802" w:rsidP="00AF1802">
      <w:pPr>
        <w:tabs>
          <w:tab w:val="left" w:pos="1410"/>
        </w:tabs>
        <w:jc w:val="both"/>
      </w:pPr>
      <w:r>
        <w:t>Si specifica che le liste avranno comunque i propri presentatori/responsabili comunicati con l’apposita modulistica.</w:t>
      </w:r>
    </w:p>
    <w:p w:rsidR="00AF1802" w:rsidRDefault="00AF1802" w:rsidP="00AF1802">
      <w:pPr>
        <w:tabs>
          <w:tab w:val="left" w:pos="1410"/>
        </w:tabs>
      </w:pPr>
    </w:p>
    <w:p w:rsidR="00AF1802" w:rsidRDefault="00AF1802" w:rsidP="00AF1802">
      <w:pPr>
        <w:tabs>
          <w:tab w:val="left" w:pos="1410"/>
        </w:tabs>
      </w:pPr>
      <w:r>
        <w:t>L’Aquila</w:t>
      </w:r>
      <w:r w:rsidR="00284F87">
        <w:t>, ____/</w:t>
      </w:r>
      <w:r w:rsidR="00284F87">
        <w:t>____</w:t>
      </w:r>
      <w:r w:rsidR="00284F87">
        <w:t>/</w:t>
      </w:r>
      <w:r w:rsidR="00284F87">
        <w:t>____</w:t>
      </w:r>
    </w:p>
    <w:p w:rsidR="00284F87" w:rsidRDefault="00284F87" w:rsidP="00284F87">
      <w:pPr>
        <w:tabs>
          <w:tab w:val="left" w:pos="1410"/>
        </w:tabs>
        <w:ind w:left="5670"/>
        <w:jc w:val="center"/>
      </w:pPr>
      <w:r>
        <w:t>In fede</w:t>
      </w:r>
    </w:p>
    <w:p w:rsidR="00571C62" w:rsidRDefault="00284F87" w:rsidP="00284F87">
      <w:pPr>
        <w:tabs>
          <w:tab w:val="left" w:pos="1410"/>
        </w:tabs>
        <w:ind w:left="5670"/>
        <w:jc w:val="center"/>
      </w:pPr>
      <w:r>
        <w:t>__</w:t>
      </w:r>
      <w:bookmarkStart w:id="0" w:name="_GoBack"/>
      <w:bookmarkEnd w:id="0"/>
      <w:r>
        <w:t>__________________________</w:t>
      </w:r>
    </w:p>
    <w:sectPr w:rsidR="00571C62">
      <w:headerReference w:type="default" r:id="rId6"/>
      <w:pgSz w:w="11907" w:h="16840" w:code="9"/>
      <w:pgMar w:top="284" w:right="1134" w:bottom="1134" w:left="1134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6F2" w:rsidRDefault="006836F2">
      <w:r>
        <w:separator/>
      </w:r>
    </w:p>
  </w:endnote>
  <w:endnote w:type="continuationSeparator" w:id="0">
    <w:p w:rsidR="006836F2" w:rsidRDefault="0068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6F2" w:rsidRDefault="006836F2">
      <w:r>
        <w:separator/>
      </w:r>
    </w:p>
  </w:footnote>
  <w:footnote w:type="continuationSeparator" w:id="0">
    <w:p w:rsidR="006836F2" w:rsidRDefault="0068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F9A" w:rsidRDefault="002126C0">
    <w:pPr>
      <w:pStyle w:val="Intestazione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628650" cy="790575"/>
          <wp:effectExtent l="0" t="0" r="0" b="0"/>
          <wp:docPr id="1" name="Immagine 1" descr="C:\Documents and Settings\macri\Desktop\Logo defin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macri\Desktop\Logo definiti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6F9A" w:rsidRDefault="00FA6F9A">
    <w:pPr>
      <w:pStyle w:val="Intestazione"/>
      <w:jc w:val="center"/>
      <w:rPr>
        <w:b/>
        <w:sz w:val="36"/>
      </w:rPr>
    </w:pPr>
  </w:p>
  <w:p w:rsidR="00FA6F9A" w:rsidRDefault="00571C62">
    <w:pPr>
      <w:pStyle w:val="Intestazione"/>
      <w:jc w:val="center"/>
      <w:rPr>
        <w:sz w:val="36"/>
      </w:rPr>
    </w:pPr>
    <w:r>
      <w:rPr>
        <w:b/>
        <w:sz w:val="36"/>
      </w:rPr>
      <w:t>UNIVERSITÀ DEGLI STUDI DELL’AQUILA</w:t>
    </w:r>
  </w:p>
  <w:p w:rsidR="00FA6F9A" w:rsidRDefault="00571C62">
    <w:pPr>
      <w:pStyle w:val="Intestazione"/>
      <w:jc w:val="center"/>
      <w:rPr>
        <w:i/>
        <w:iCs/>
        <w:sz w:val="24"/>
      </w:rPr>
    </w:pPr>
    <w:r>
      <w:rPr>
        <w:i/>
        <w:iCs/>
        <w:sz w:val="24"/>
      </w:rPr>
      <w:t xml:space="preserve">Elezioni delle Rappresentanze Studentesche del </w:t>
    </w:r>
    <w:r w:rsidR="00311CB5">
      <w:rPr>
        <w:i/>
        <w:iCs/>
        <w:sz w:val="24"/>
      </w:rPr>
      <w:t>22</w:t>
    </w:r>
    <w:r>
      <w:rPr>
        <w:i/>
        <w:iCs/>
        <w:sz w:val="24"/>
      </w:rPr>
      <w:t>-</w:t>
    </w:r>
    <w:r w:rsidR="00311CB5">
      <w:rPr>
        <w:i/>
        <w:iCs/>
        <w:sz w:val="24"/>
      </w:rPr>
      <w:t>23</w:t>
    </w:r>
    <w:r>
      <w:rPr>
        <w:i/>
        <w:iCs/>
        <w:sz w:val="24"/>
      </w:rPr>
      <w:t xml:space="preserve"> maggio 20</w:t>
    </w:r>
    <w:r w:rsidR="00311CB5">
      <w:rPr>
        <w:i/>
        <w:iCs/>
        <w:sz w:val="24"/>
      </w:rPr>
      <w:t>18</w:t>
    </w:r>
    <w:r>
      <w:rPr>
        <w:i/>
        <w:iCs/>
        <w:sz w:val="24"/>
      </w:rPr>
      <w:t xml:space="preserve"> – Ufficio Elettorale</w:t>
    </w:r>
  </w:p>
  <w:p w:rsidR="00FA6F9A" w:rsidRDefault="00571C62">
    <w:pPr>
      <w:pStyle w:val="Intestazione"/>
      <w:tabs>
        <w:tab w:val="clear" w:pos="4819"/>
        <w:tab w:val="clear" w:pos="9638"/>
        <w:tab w:val="left" w:pos="5954"/>
      </w:tabs>
    </w:pPr>
    <w:r>
      <w:tab/>
      <w:t xml:space="preserve">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B5"/>
    <w:rsid w:val="002126C0"/>
    <w:rsid w:val="00284F87"/>
    <w:rsid w:val="002D6221"/>
    <w:rsid w:val="00311CB5"/>
    <w:rsid w:val="00571C62"/>
    <w:rsid w:val="005772C1"/>
    <w:rsid w:val="006836F2"/>
    <w:rsid w:val="00AF1802"/>
    <w:rsid w:val="00B02E2E"/>
    <w:rsid w:val="00B70CE1"/>
    <w:rsid w:val="00DE07C0"/>
    <w:rsid w:val="00FA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A08D2"/>
  <w15:chartTrackingRefBased/>
  <w15:docId w15:val="{01D39F59-A699-4B2D-95AB-81A12A10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cri\Dati%20applicazioni\Microsoft\Modelli\nuovo%20AGO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nuovo AGOA.dot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L’Aquila __________________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L’Aquila __________________</dc:title>
  <dc:subject/>
  <dc:creator>Francesco Mazzotta</dc:creator>
  <cp:keywords/>
  <dc:description/>
  <cp:lastModifiedBy>Francesco Mazzotta</cp:lastModifiedBy>
  <cp:revision>2</cp:revision>
  <cp:lastPrinted>2009-03-16T11:35:00Z</cp:lastPrinted>
  <dcterms:created xsi:type="dcterms:W3CDTF">2018-03-29T10:55:00Z</dcterms:created>
  <dcterms:modified xsi:type="dcterms:W3CDTF">2018-03-29T10:55:00Z</dcterms:modified>
</cp:coreProperties>
</file>